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81F2F" w14:textId="77989436" w:rsidR="00E4779D" w:rsidRPr="00976BA5" w:rsidRDefault="00976BA5" w:rsidP="00976BA5">
      <w:pPr>
        <w:jc w:val="both"/>
        <w:rPr>
          <w:b/>
          <w:lang w:eastAsia="en-US"/>
        </w:rPr>
      </w:pPr>
      <w:r w:rsidRPr="00976BA5">
        <w:rPr>
          <w:b/>
          <w:lang w:eastAsia="en-US"/>
        </w:rPr>
        <w:t>Lisa 4 Isikuandmete töötlemise nõuded volitatud töötlejale</w:t>
      </w:r>
    </w:p>
    <w:p w14:paraId="06C0FB56" w14:textId="77777777" w:rsidR="005E762D" w:rsidRDefault="005E762D" w:rsidP="00976BA5">
      <w:pPr>
        <w:rPr>
          <w:b/>
          <w:lang w:eastAsia="en-US"/>
        </w:rPr>
      </w:pPr>
    </w:p>
    <w:p w14:paraId="3476BAA2" w14:textId="77777777" w:rsidR="00C80A74" w:rsidRPr="00E96D3C" w:rsidRDefault="00C80A74" w:rsidP="00976BA5">
      <w:pPr>
        <w:jc w:val="center"/>
        <w:rPr>
          <w:b/>
          <w:lang w:eastAsia="en-US"/>
        </w:rPr>
      </w:pPr>
      <w:r w:rsidRPr="00E96D3C">
        <w:rPr>
          <w:b/>
          <w:lang w:eastAsia="en-US"/>
        </w:rPr>
        <w:t xml:space="preserve">ISIKUANDMETE TÖÖTLEMISE NÕUDED </w:t>
      </w:r>
    </w:p>
    <w:p w14:paraId="49E29FA6" w14:textId="77777777" w:rsidR="00E4779D" w:rsidRPr="00E96D3C" w:rsidRDefault="00C80A74" w:rsidP="00976BA5">
      <w:pPr>
        <w:jc w:val="center"/>
        <w:rPr>
          <w:b/>
          <w:lang w:eastAsia="en-US"/>
        </w:rPr>
      </w:pPr>
      <w:r w:rsidRPr="00E96D3C">
        <w:rPr>
          <w:b/>
          <w:lang w:eastAsia="en-US"/>
        </w:rPr>
        <w:t>VOLITATUD TÖÖTLEJALE</w:t>
      </w:r>
    </w:p>
    <w:p w14:paraId="161386DA" w14:textId="77777777" w:rsidR="00C80A74" w:rsidRPr="00C80A74" w:rsidRDefault="00C80A74" w:rsidP="00976BA5">
      <w:pPr>
        <w:jc w:val="center"/>
        <w:rPr>
          <w:b/>
          <w:color w:val="1F497D"/>
          <w:lang w:eastAsia="en-US"/>
        </w:rPr>
      </w:pPr>
    </w:p>
    <w:p w14:paraId="06290568" w14:textId="2CB31BB3" w:rsidR="005E762D" w:rsidRPr="000878E1" w:rsidRDefault="005E762D" w:rsidP="00976BA5">
      <w:pPr>
        <w:pStyle w:val="Normaallaadveeb"/>
        <w:spacing w:before="0" w:after="0"/>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p>
    <w:p w14:paraId="6EC120B3" w14:textId="77777777" w:rsidR="005E762D" w:rsidRPr="000878E1" w:rsidRDefault="005E762D" w:rsidP="00976BA5">
      <w:pPr>
        <w:pStyle w:val="Normaallaadveeb"/>
        <w:spacing w:before="0" w:after="0"/>
        <w:jc w:val="right"/>
        <w:rPr>
          <w:lang w:val="et-EE"/>
        </w:rPr>
      </w:pPr>
      <w:r w:rsidRPr="000878E1">
        <w:rPr>
          <w:rFonts w:eastAsia="Calibri"/>
          <w:lang w:val="fi-FI"/>
        </w:rPr>
        <w:t>(hiliseima digitaalallkirja kuupäev)</w:t>
      </w:r>
    </w:p>
    <w:p w14:paraId="02105C88" w14:textId="77777777" w:rsidR="006C07FD" w:rsidRDefault="005E762D" w:rsidP="00976BA5">
      <w:pPr>
        <w:jc w:val="both"/>
        <w:rPr>
          <w:color w:val="000000" w:themeColor="text1"/>
          <w:lang w:eastAsia="en-US"/>
        </w:rPr>
      </w:pPr>
      <w:r>
        <w:rPr>
          <w:color w:val="000000" w:themeColor="text1"/>
          <w:lang w:eastAsia="en-US"/>
        </w:rPr>
        <w:tab/>
      </w:r>
    </w:p>
    <w:p w14:paraId="48BA774A" w14:textId="77777777" w:rsidR="00E4779D" w:rsidRPr="00C80A74" w:rsidRDefault="00030BD1" w:rsidP="00976BA5">
      <w:pPr>
        <w:jc w:val="both"/>
        <w:rPr>
          <w:color w:val="000000" w:themeColor="text1"/>
          <w:lang w:eastAsia="en-US"/>
        </w:rPr>
      </w:pPr>
      <w:r w:rsidRPr="00C80A74">
        <w:rPr>
          <w:color w:val="000000" w:themeColor="text1"/>
          <w:lang w:eastAsia="en-US"/>
        </w:rPr>
        <w:t>Käesolev lisa sätestab</w:t>
      </w:r>
      <w:r w:rsidR="00E4779D" w:rsidRPr="00C80A74">
        <w:rPr>
          <w:color w:val="000000" w:themeColor="text1"/>
          <w:lang w:eastAsia="en-US"/>
        </w:rPr>
        <w:t xml:space="preserve"> </w:t>
      </w:r>
      <w:r w:rsidRPr="00C80A74">
        <w:rPr>
          <w:color w:val="000000" w:themeColor="text1"/>
          <w:lang w:eastAsia="en-US"/>
        </w:rPr>
        <w:t xml:space="preserve">nõuded </w:t>
      </w:r>
      <w:r w:rsidR="00E4779D" w:rsidRPr="00C80A74">
        <w:rPr>
          <w:color w:val="000000" w:themeColor="text1"/>
          <w:lang w:eastAsia="en-US"/>
        </w:rPr>
        <w:t>t</w:t>
      </w:r>
      <w:r w:rsidRPr="00C80A74">
        <w:rPr>
          <w:color w:val="000000" w:themeColor="text1"/>
          <w:lang w:eastAsia="en-US"/>
        </w:rPr>
        <w:t>öövõtjale, kes on lepingu täitmisel isi</w:t>
      </w:r>
      <w:r w:rsidR="00E4779D" w:rsidRPr="00C80A74">
        <w:rPr>
          <w:color w:val="000000" w:themeColor="text1"/>
          <w:lang w:eastAsia="en-US"/>
        </w:rPr>
        <w:t>kuandmete volitatud töötleja</w:t>
      </w:r>
      <w:r w:rsidRPr="00C80A74">
        <w:rPr>
          <w:color w:val="000000" w:themeColor="text1"/>
          <w:lang w:eastAsia="en-US"/>
        </w:rPr>
        <w:t xml:space="preserve">ks. </w:t>
      </w:r>
    </w:p>
    <w:p w14:paraId="347F4055" w14:textId="77777777" w:rsidR="00030BD1" w:rsidRPr="00E17C2F" w:rsidRDefault="00030BD1" w:rsidP="00976BA5">
      <w:pPr>
        <w:jc w:val="both"/>
        <w:rPr>
          <w:color w:val="000000" w:themeColor="text1"/>
          <w:lang w:eastAsia="en-US"/>
        </w:rPr>
      </w:pPr>
    </w:p>
    <w:p w14:paraId="10D3BD52" w14:textId="77777777" w:rsidR="006C07FD" w:rsidRPr="00C80A74" w:rsidRDefault="00E14AEA" w:rsidP="00976BA5">
      <w:pPr>
        <w:pStyle w:val="Loendilik"/>
        <w:numPr>
          <w:ilvl w:val="0"/>
          <w:numId w:val="3"/>
        </w:numPr>
        <w:jc w:val="both"/>
        <w:rPr>
          <w:color w:val="000000" w:themeColor="text1"/>
          <w:lang w:eastAsia="en-US"/>
        </w:rPr>
      </w:pPr>
      <w:r w:rsidRPr="00C80A74">
        <w:rPr>
          <w:color w:val="000000" w:themeColor="text1"/>
          <w:lang w:eastAsia="en-US"/>
        </w:rPr>
        <w:t xml:space="preserve">Töövõtjal ei ole lubatud </w:t>
      </w:r>
      <w:r w:rsidR="006C07FD" w:rsidRPr="00C80A74">
        <w:rPr>
          <w:color w:val="000000" w:themeColor="text1"/>
          <w:lang w:eastAsia="en-US"/>
        </w:rPr>
        <w:t xml:space="preserve">lepingujärgseid kohustusi anda üle kolmandale isikule ega kaasata oma lepingujärgsete kohustuste täitmiseks kolmandat isikut ilma tellija sellekohase selgesõnalise kirjaliku nõusolekuta. </w:t>
      </w:r>
    </w:p>
    <w:p w14:paraId="2612AE5C" w14:textId="77777777" w:rsidR="006C07FD" w:rsidRPr="00E17C2F" w:rsidRDefault="006C07FD" w:rsidP="00976BA5">
      <w:pPr>
        <w:shd w:val="clear" w:color="auto" w:fill="FFFFFF"/>
        <w:jc w:val="both"/>
        <w:rPr>
          <w:lang w:eastAsia="en-US"/>
        </w:rPr>
      </w:pPr>
    </w:p>
    <w:p w14:paraId="35B7C269" w14:textId="77777777" w:rsidR="006C07FD" w:rsidRPr="00E17C2F" w:rsidRDefault="00E14AEA" w:rsidP="00976BA5">
      <w:pPr>
        <w:pStyle w:val="Loendilik"/>
        <w:numPr>
          <w:ilvl w:val="0"/>
          <w:numId w:val="3"/>
        </w:numPr>
        <w:shd w:val="clear" w:color="auto" w:fill="FFFFFF"/>
        <w:jc w:val="both"/>
        <w:rPr>
          <w:lang w:eastAsia="en-US"/>
        </w:rPr>
      </w:pPr>
      <w:r>
        <w:rPr>
          <w:lang w:eastAsia="en-US"/>
        </w:rPr>
        <w:t>Töövõtja</w:t>
      </w:r>
      <w:r w:rsidR="006C07FD" w:rsidRPr="00E17C2F">
        <w:rPr>
          <w:lang w:eastAsia="en-US"/>
        </w:rPr>
        <w:t xml:space="preserve"> on kohustatud: </w:t>
      </w:r>
    </w:p>
    <w:p w14:paraId="65A9F874" w14:textId="77777777" w:rsidR="006C07FD" w:rsidRPr="00E17C2F" w:rsidRDefault="006C07FD" w:rsidP="00976BA5">
      <w:pPr>
        <w:pStyle w:val="Loendilik"/>
        <w:numPr>
          <w:ilvl w:val="1"/>
          <w:numId w:val="3"/>
        </w:numPr>
        <w:shd w:val="clear" w:color="auto" w:fill="FFFFFF"/>
        <w:jc w:val="both"/>
        <w:rPr>
          <w:lang w:eastAsia="en-US"/>
        </w:rPr>
      </w:pPr>
      <w:r w:rsidRPr="00E17C2F">
        <w:rPr>
          <w:lang w:eastAsia="en-US"/>
        </w:rPr>
        <w:t>tagama lepingueelsete läbirääkimiste ja lepingu täitmise käigus ükskõik mis vormis saadud teabe</w:t>
      </w:r>
      <w:r w:rsidR="003F1C85">
        <w:rPr>
          <w:lang w:eastAsia="en-US"/>
        </w:rPr>
        <w:t>, sealhulgas isikuandmete</w:t>
      </w:r>
      <w:r w:rsidR="008532F8">
        <w:rPr>
          <w:lang w:eastAsia="en-US"/>
        </w:rPr>
        <w:t>,</w:t>
      </w:r>
      <w:r w:rsidR="003F1C85">
        <w:rPr>
          <w:lang w:eastAsia="en-US"/>
        </w:rPr>
        <w:t xml:space="preserv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sidR="00030BD1">
        <w:rPr>
          <w:lang w:eastAsia="en-US"/>
        </w:rPr>
        <w:t>kirjaliku nõusolekuta;</w:t>
      </w:r>
    </w:p>
    <w:p w14:paraId="44AD70D4" w14:textId="77777777" w:rsidR="006C07FD" w:rsidRPr="00E17C2F" w:rsidRDefault="006C07FD" w:rsidP="00976BA5">
      <w:pPr>
        <w:shd w:val="clear" w:color="auto" w:fill="FFFFFF"/>
        <w:jc w:val="both"/>
        <w:rPr>
          <w:lang w:eastAsia="en-US"/>
        </w:rPr>
      </w:pPr>
    </w:p>
    <w:p w14:paraId="4CCE4411" w14:textId="77777777" w:rsidR="006C07FD" w:rsidRPr="00E17C2F" w:rsidRDefault="003464CD" w:rsidP="00976BA5">
      <w:pPr>
        <w:pStyle w:val="Loendilik"/>
        <w:numPr>
          <w:ilvl w:val="1"/>
          <w:numId w:val="3"/>
        </w:numPr>
        <w:shd w:val="clear" w:color="auto" w:fill="FFFFFF"/>
        <w:jc w:val="both"/>
        <w:rPr>
          <w:lang w:eastAsia="en-US"/>
        </w:rPr>
      </w:pPr>
      <w:r>
        <w:rPr>
          <w:lang w:eastAsia="en-US"/>
        </w:rPr>
        <w:t xml:space="preserve">mitte edastama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w:t>
      </w:r>
      <w:r w:rsidR="006C07FD" w:rsidRPr="00E17C2F">
        <w:rPr>
          <w:lang w:eastAsia="en-US"/>
        </w:rPr>
        <w:t xml:space="preserve"> isikuandme</w:t>
      </w:r>
      <w:r w:rsidR="009C2071" w:rsidRPr="00E17C2F">
        <w:rPr>
          <w:lang w:eastAsia="en-US"/>
        </w:rPr>
        <w:t>i</w:t>
      </w:r>
      <w:r w:rsidR="006C07FD" w:rsidRPr="00E17C2F">
        <w:rPr>
          <w:lang w:eastAsia="en-US"/>
        </w:rPr>
        <w:t>d</w:t>
      </w:r>
      <w:r w:rsidR="009C2071" w:rsidRPr="00E17C2F">
        <w:rPr>
          <w:lang w:eastAsia="en-US"/>
        </w:rPr>
        <w:t xml:space="preserve"> </w:t>
      </w:r>
      <w:r w:rsidR="006C07FD" w:rsidRPr="00E17C2F">
        <w:rPr>
          <w:lang w:eastAsia="en-US"/>
        </w:rPr>
        <w:t xml:space="preserve">väljapoole Euroopa Liidu liikmesriikide ja Euroopa Majandusühendusse kuuluvate riikide territooriumit ilma tellija </w:t>
      </w:r>
      <w:r w:rsidR="006C07FD" w:rsidRPr="00C80A74">
        <w:rPr>
          <w:color w:val="000000" w:themeColor="text1"/>
          <w:lang w:eastAsia="en-US"/>
        </w:rPr>
        <w:t xml:space="preserve">sellekohase selgesõnalise </w:t>
      </w:r>
      <w:r w:rsidR="00030BD1">
        <w:rPr>
          <w:lang w:eastAsia="en-US"/>
        </w:rPr>
        <w:t>kirjaliku nõusolekuta;</w:t>
      </w:r>
      <w:r w:rsidR="006C07FD" w:rsidRPr="00E17C2F">
        <w:rPr>
          <w:lang w:eastAsia="en-US"/>
        </w:rPr>
        <w:t xml:space="preserve">  </w:t>
      </w:r>
    </w:p>
    <w:p w14:paraId="20160BDB" w14:textId="77777777" w:rsidR="006C07FD" w:rsidRPr="00E17C2F" w:rsidRDefault="006C07FD" w:rsidP="00976BA5">
      <w:pPr>
        <w:shd w:val="clear" w:color="auto" w:fill="FFFFFF"/>
        <w:jc w:val="both"/>
        <w:rPr>
          <w:lang w:eastAsia="en-US"/>
        </w:rPr>
      </w:pPr>
    </w:p>
    <w:p w14:paraId="08D19592" w14:textId="77777777" w:rsidR="006C07FD" w:rsidRPr="00E17C2F" w:rsidRDefault="006C07FD" w:rsidP="00976BA5">
      <w:pPr>
        <w:pStyle w:val="Loendilik"/>
        <w:numPr>
          <w:ilvl w:val="1"/>
          <w:numId w:val="3"/>
        </w:numPr>
        <w:shd w:val="clear" w:color="auto" w:fill="FFFFFF"/>
        <w:jc w:val="both"/>
        <w:rPr>
          <w:lang w:eastAsia="en-US"/>
        </w:rPr>
      </w:pPr>
      <w:r w:rsidRPr="00E17C2F">
        <w:rPr>
          <w:lang w:eastAsia="en-US"/>
        </w:rPr>
        <w:t xml:space="preserve">kasutama ja töötlema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 isikuandmeid</w:t>
      </w:r>
      <w:r w:rsidR="00E14AEA">
        <w:rPr>
          <w:lang w:eastAsia="en-US"/>
        </w:rPr>
        <w:t xml:space="preserve"> üksnes lepingu täitmiseks ja t</w:t>
      </w:r>
      <w:r w:rsidRPr="00E17C2F">
        <w:rPr>
          <w:lang w:eastAsia="en-US"/>
        </w:rPr>
        <w:t xml:space="preserve">ellija dokumenteeritud juhiste alusel, välja arvatud juhul, kui </w:t>
      </w:r>
      <w:r w:rsidR="00E14AEA">
        <w:rPr>
          <w:lang w:eastAsia="en-US"/>
        </w:rPr>
        <w:t>töövõtja</w:t>
      </w:r>
      <w:r w:rsidRPr="00E17C2F">
        <w:rPr>
          <w:lang w:eastAsia="en-US"/>
        </w:rPr>
        <w:t xml:space="preserve"> on koh</w:t>
      </w:r>
      <w:r w:rsidR="00E14AEA">
        <w:rPr>
          <w:lang w:eastAsia="en-US"/>
        </w:rPr>
        <w:t xml:space="preserve">ustatud teavet töötlema töövõtja </w:t>
      </w:r>
      <w:r w:rsidRPr="00E17C2F">
        <w:rPr>
          <w:lang w:eastAsia="en-US"/>
        </w:rPr>
        <w:t xml:space="preserve">suhtes kohalduva õiguse alusel. Viimati nimetatud juhul teavitab </w:t>
      </w:r>
      <w:r w:rsidR="00E14AEA">
        <w:rPr>
          <w:lang w:eastAsia="en-US"/>
        </w:rPr>
        <w:t>töövõtja t</w:t>
      </w:r>
      <w:r w:rsidRPr="00E17C2F">
        <w:rPr>
          <w:lang w:eastAsia="en-US"/>
        </w:rPr>
        <w:t>ellijat vastava kohustuse olemasolust enne teabe töötlemist, kui selline teavitamine ei ole ol</w:t>
      </w:r>
      <w:r w:rsidR="00030BD1">
        <w:rPr>
          <w:lang w:eastAsia="en-US"/>
        </w:rPr>
        <w:t xml:space="preserve">ulise avaliku huvi tõttu töövõtja </w:t>
      </w:r>
      <w:r w:rsidRPr="00E17C2F">
        <w:rPr>
          <w:lang w:eastAsia="en-US"/>
        </w:rPr>
        <w:t>suhtes kohalduva õigusega keelatud</w:t>
      </w:r>
      <w:r w:rsidR="00042C04">
        <w:rPr>
          <w:lang w:eastAsia="en-US"/>
        </w:rPr>
        <w:t>;</w:t>
      </w:r>
    </w:p>
    <w:p w14:paraId="6B63C0AD" w14:textId="77777777" w:rsidR="006C07FD" w:rsidRPr="00E17C2F" w:rsidRDefault="006C07FD" w:rsidP="00976BA5">
      <w:pPr>
        <w:shd w:val="clear" w:color="auto" w:fill="FFFFFF"/>
        <w:jc w:val="both"/>
        <w:rPr>
          <w:lang w:eastAsia="en-US"/>
        </w:rPr>
      </w:pPr>
    </w:p>
    <w:p w14:paraId="6CE3A75A" w14:textId="77777777" w:rsidR="00042C04" w:rsidRDefault="00030BD1" w:rsidP="00976BA5">
      <w:pPr>
        <w:pStyle w:val="Loendilik"/>
        <w:numPr>
          <w:ilvl w:val="1"/>
          <w:numId w:val="3"/>
        </w:numPr>
        <w:shd w:val="clear" w:color="auto" w:fill="FFFFFF"/>
        <w:jc w:val="both"/>
        <w:rPr>
          <w:lang w:eastAsia="en-US"/>
        </w:rPr>
      </w:pPr>
      <w:r>
        <w:rPr>
          <w:lang w:eastAsia="en-US"/>
        </w:rPr>
        <w:t>võimaldama</w:t>
      </w:r>
      <w:r w:rsidR="006C07FD" w:rsidRPr="00E17C2F">
        <w:rPr>
          <w:lang w:eastAsia="en-US"/>
        </w:rPr>
        <w:t xml:space="preserve"> juurdepääsu </w:t>
      </w:r>
      <w:r w:rsidR="00E14AEA">
        <w:rPr>
          <w:lang w:eastAsia="en-US"/>
        </w:rPr>
        <w:t>punktis 2</w:t>
      </w:r>
      <w:r>
        <w:rPr>
          <w:lang w:eastAsia="en-US"/>
        </w:rPr>
        <w:t>.</w:t>
      </w:r>
      <w:r w:rsidR="003F1C85">
        <w:rPr>
          <w:lang w:eastAsia="en-US"/>
        </w:rPr>
        <w:t>1</w:t>
      </w:r>
      <w:r w:rsidR="009C2071" w:rsidRPr="00E17C2F">
        <w:rPr>
          <w:lang w:eastAsia="en-US"/>
        </w:rPr>
        <w:t xml:space="preserve"> nimetatud isikuandmetele </w:t>
      </w:r>
      <w:r w:rsidR="006C07FD" w:rsidRPr="00E17C2F">
        <w:rPr>
          <w:lang w:eastAsia="en-US"/>
        </w:rPr>
        <w:t>ainult nendele isikutele, kellel on selleks oma tööülesanne</w:t>
      </w:r>
      <w:r w:rsidR="008532F8">
        <w:rPr>
          <w:lang w:eastAsia="en-US"/>
        </w:rPr>
        <w:t>te täitmiseks vajadus ning tagama</w:t>
      </w:r>
      <w:r w:rsidR="006C07FD"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w:t>
      </w:r>
      <w:r w:rsidR="00E14AEA">
        <w:rPr>
          <w:lang w:eastAsia="en-US"/>
        </w:rPr>
        <w:t>l</w:t>
      </w:r>
      <w:r w:rsidR="006C07FD" w:rsidRPr="00E17C2F">
        <w:rPr>
          <w:lang w:eastAsia="en-US"/>
        </w:rPr>
        <w:t>epingu lõppemist</w:t>
      </w:r>
      <w:r w:rsidR="008532F8">
        <w:rPr>
          <w:lang w:eastAsia="en-US"/>
        </w:rPr>
        <w:t>.</w:t>
      </w:r>
    </w:p>
    <w:p w14:paraId="7498274C" w14:textId="77777777" w:rsidR="006C07FD" w:rsidRPr="00E17C2F" w:rsidRDefault="006C07FD" w:rsidP="00976BA5">
      <w:pPr>
        <w:shd w:val="clear" w:color="auto" w:fill="FFFFFF"/>
        <w:jc w:val="both"/>
        <w:rPr>
          <w:lang w:eastAsia="en-US"/>
        </w:rPr>
      </w:pPr>
    </w:p>
    <w:p w14:paraId="0C287557" w14:textId="77777777" w:rsidR="006C07FD" w:rsidRDefault="006C07FD" w:rsidP="00976BA5">
      <w:pPr>
        <w:pStyle w:val="Loendilik"/>
        <w:numPr>
          <w:ilvl w:val="1"/>
          <w:numId w:val="3"/>
        </w:numPr>
        <w:shd w:val="clear" w:color="auto" w:fill="FFFFFF"/>
        <w:jc w:val="both"/>
        <w:rPr>
          <w:lang w:eastAsia="en-US"/>
        </w:rPr>
      </w:pPr>
      <w:r w:rsidRPr="00E17C2F">
        <w:rPr>
          <w:lang w:eastAsia="en-US"/>
        </w:rPr>
        <w:t>täitma kõiki kehtivaid isikuandmete töötlemisalaseid nõudeid, andmete turvalisust puudutavaid ning isikuandmete kaitse alaseid Euroopa Liidu ja Eesti Vabar</w:t>
      </w:r>
      <w:r w:rsidR="00030BD1">
        <w:rPr>
          <w:lang w:eastAsia="en-US"/>
        </w:rPr>
        <w:t>iigi õigusakte ja muid eeskirju;</w:t>
      </w:r>
    </w:p>
    <w:p w14:paraId="072A3F49" w14:textId="77777777" w:rsidR="00042C04" w:rsidRPr="00E17C2F" w:rsidRDefault="00042C04" w:rsidP="00976BA5">
      <w:pPr>
        <w:shd w:val="clear" w:color="auto" w:fill="FFFFFF"/>
        <w:jc w:val="both"/>
        <w:rPr>
          <w:lang w:eastAsia="en-US"/>
        </w:rPr>
      </w:pPr>
    </w:p>
    <w:p w14:paraId="7ACA7B3A" w14:textId="77777777" w:rsidR="006C07FD" w:rsidRPr="00E17C2F" w:rsidRDefault="006C07FD" w:rsidP="00976BA5">
      <w:pPr>
        <w:pStyle w:val="Loendilik"/>
        <w:numPr>
          <w:ilvl w:val="1"/>
          <w:numId w:val="3"/>
        </w:numPr>
        <w:shd w:val="clear" w:color="auto" w:fill="FFFFFF"/>
        <w:jc w:val="both"/>
        <w:rPr>
          <w:lang w:eastAsia="en-US"/>
        </w:rPr>
      </w:pPr>
      <w:r w:rsidRPr="00E17C2F">
        <w:rPr>
          <w:lang w:eastAsia="en-US"/>
        </w:rPr>
        <w:t xml:space="preserve">rakendama järgmisi organisatsioonilisi, füüsilisi ja infotehnilisi turvameetmeid </w:t>
      </w:r>
      <w:r w:rsidR="00E14AEA">
        <w:rPr>
          <w:lang w:eastAsia="en-US"/>
        </w:rPr>
        <w:t>punktis 2</w:t>
      </w:r>
      <w:r w:rsidR="00030BD1">
        <w:rPr>
          <w:lang w:eastAsia="en-US"/>
        </w:rPr>
        <w:t>.</w:t>
      </w:r>
      <w:r w:rsidR="009C50E8">
        <w:rPr>
          <w:lang w:eastAsia="en-US"/>
        </w:rPr>
        <w:t>1</w:t>
      </w:r>
      <w:r w:rsidR="009C2071" w:rsidRPr="00E17C2F">
        <w:rPr>
          <w:lang w:eastAsia="en-US"/>
        </w:rPr>
        <w:t xml:space="preserve"> nimetatud isikuandmete </w:t>
      </w:r>
      <w:r w:rsidRPr="00E17C2F">
        <w:rPr>
          <w:lang w:eastAsia="en-US"/>
        </w:rPr>
        <w:t>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44E66A9D" w14:textId="77777777" w:rsidR="006C07FD" w:rsidRPr="008532F8" w:rsidRDefault="006C07FD" w:rsidP="00976BA5">
      <w:pPr>
        <w:pStyle w:val="Loendilik"/>
        <w:numPr>
          <w:ilvl w:val="2"/>
          <w:numId w:val="3"/>
        </w:numPr>
        <w:shd w:val="clear" w:color="auto" w:fill="FFFFFF"/>
        <w:jc w:val="both"/>
        <w:rPr>
          <w:lang w:eastAsia="en-US"/>
        </w:rPr>
      </w:pPr>
      <w:r w:rsidRPr="00E17C2F">
        <w:rPr>
          <w:lang w:eastAsia="en-US"/>
        </w:rPr>
        <w:t xml:space="preserve">vältima kõrvaliste isikute </w:t>
      </w:r>
      <w:r w:rsidR="00042C04">
        <w:rPr>
          <w:lang w:eastAsia="en-US"/>
        </w:rPr>
        <w:t>juurde</w:t>
      </w:r>
      <w:r w:rsidRPr="00E17C2F">
        <w:rPr>
          <w:lang w:eastAsia="en-US"/>
        </w:rPr>
        <w:t xml:space="preserve">pääsu isikuandmete töötlemiseks kasutatavatele </w:t>
      </w:r>
      <w:r w:rsidRPr="008532F8">
        <w:rPr>
          <w:lang w:eastAsia="en-US"/>
        </w:rPr>
        <w:t>seadmetele;</w:t>
      </w:r>
    </w:p>
    <w:p w14:paraId="5694DD54" w14:textId="77777777" w:rsidR="006C07FD" w:rsidRPr="008532F8" w:rsidRDefault="006C07FD" w:rsidP="00976BA5">
      <w:pPr>
        <w:pStyle w:val="Loendilik"/>
        <w:numPr>
          <w:ilvl w:val="2"/>
          <w:numId w:val="3"/>
        </w:numPr>
        <w:shd w:val="clear" w:color="auto" w:fill="FFFFFF"/>
        <w:jc w:val="both"/>
        <w:rPr>
          <w:lang w:eastAsia="en-US"/>
        </w:rPr>
      </w:pPr>
      <w:r w:rsidRPr="008532F8">
        <w:rPr>
          <w:lang w:eastAsia="en-US"/>
        </w:rPr>
        <w:lastRenderedPageBreak/>
        <w:t xml:space="preserve">ära hoidma </w:t>
      </w:r>
      <w:r w:rsidR="008532F8" w:rsidRPr="008532F8">
        <w:rPr>
          <w:lang w:eastAsia="en-US"/>
        </w:rPr>
        <w:t>isiku</w:t>
      </w:r>
      <w:r w:rsidRPr="008532F8">
        <w:rPr>
          <w:lang w:eastAsia="en-US"/>
        </w:rPr>
        <w:t>andmete omavolilist lugemist, kopeerimist</w:t>
      </w:r>
      <w:r w:rsidR="00661BF8">
        <w:rPr>
          <w:lang w:eastAsia="en-US"/>
        </w:rPr>
        <w:t>, salvestamist</w:t>
      </w:r>
      <w:r w:rsidR="00042C04" w:rsidRPr="008532F8">
        <w:rPr>
          <w:lang w:eastAsia="en-US"/>
        </w:rPr>
        <w:t xml:space="preserve">, </w:t>
      </w:r>
      <w:r w:rsidRPr="008532F8">
        <w:rPr>
          <w:lang w:eastAsia="en-US"/>
        </w:rPr>
        <w:t xml:space="preserve">muutmist </w:t>
      </w:r>
      <w:r w:rsidR="00042C04" w:rsidRPr="008532F8">
        <w:rPr>
          <w:lang w:eastAsia="en-US"/>
        </w:rPr>
        <w:t xml:space="preserve">ja kustutamist </w:t>
      </w:r>
      <w:r w:rsidRPr="008532F8">
        <w:rPr>
          <w:lang w:eastAsia="en-US"/>
        </w:rPr>
        <w:t>andmetöötlussüsteemis, samuti andmekandjate omavolilist teisaldamist;</w:t>
      </w:r>
    </w:p>
    <w:p w14:paraId="27FBC69E" w14:textId="77777777" w:rsidR="006C07FD" w:rsidRPr="008532F8" w:rsidRDefault="006C07FD" w:rsidP="00976BA5">
      <w:pPr>
        <w:pStyle w:val="Loendilik"/>
        <w:numPr>
          <w:ilvl w:val="2"/>
          <w:numId w:val="3"/>
        </w:numPr>
        <w:shd w:val="clear" w:color="auto" w:fill="FFFFFF"/>
        <w:jc w:val="both"/>
        <w:rPr>
          <w:lang w:eastAsia="en-US"/>
        </w:rPr>
      </w:pPr>
      <w:r w:rsidRPr="008532F8">
        <w:rPr>
          <w:lang w:eastAsia="en-US"/>
        </w:rPr>
        <w:t xml:space="preserve">ära hoidma isikuandmete omavolilist </w:t>
      </w:r>
      <w:r w:rsidR="00981370" w:rsidRPr="008532F8">
        <w:rPr>
          <w:lang w:eastAsia="en-US"/>
        </w:rPr>
        <w:t xml:space="preserve">lugemist, kopeerimist, </w:t>
      </w:r>
      <w:r w:rsidR="00042C04" w:rsidRPr="008532F8">
        <w:rPr>
          <w:lang w:eastAsia="en-US"/>
        </w:rPr>
        <w:t>salvestamist,</w:t>
      </w:r>
      <w:r w:rsidRPr="008532F8">
        <w:rPr>
          <w:lang w:eastAsia="en-US"/>
        </w:rPr>
        <w:t xml:space="preserve"> muutmist ja kustutamist ning tagama, et tagantjärele oleks võimalik kindlaks teha, millal, kelle poolt ja milliseid isikuandmeid </w:t>
      </w:r>
      <w:r w:rsidR="00981370" w:rsidRPr="008532F8">
        <w:rPr>
          <w:lang w:eastAsia="en-US"/>
        </w:rPr>
        <w:t xml:space="preserve">loeti, kopeeriti, </w:t>
      </w:r>
      <w:r w:rsidRPr="008532F8">
        <w:rPr>
          <w:lang w:eastAsia="en-US"/>
        </w:rPr>
        <w:t>salvestati, muudeti või kustutati või millal, kelle poolt ja millistele isikuandmetele andmetöötlussüsteemis juurdepääs saadi;</w:t>
      </w:r>
    </w:p>
    <w:p w14:paraId="00FF72D8" w14:textId="77777777" w:rsidR="006C07FD" w:rsidRPr="008532F8" w:rsidRDefault="006C07FD" w:rsidP="00976BA5">
      <w:pPr>
        <w:pStyle w:val="Loendilik"/>
        <w:numPr>
          <w:ilvl w:val="2"/>
          <w:numId w:val="3"/>
        </w:numPr>
        <w:shd w:val="clear" w:color="auto" w:fill="FFFFFF"/>
        <w:jc w:val="both"/>
        <w:rPr>
          <w:lang w:eastAsia="en-US"/>
        </w:rPr>
      </w:pPr>
      <w:r w:rsidRPr="008532F8">
        <w:rPr>
          <w:lang w:eastAsia="en-US"/>
        </w:rPr>
        <w:t>tagama, et igal andmetöötlussüsteemi kasutajal oleks juurdepääs ainult temale töötlemiseks lubatud isikuandmetele ja temale lubatud andmetöötluseks;</w:t>
      </w:r>
    </w:p>
    <w:p w14:paraId="62E57AF8" w14:textId="77777777" w:rsidR="006C07FD" w:rsidRPr="008532F8" w:rsidRDefault="006C07FD" w:rsidP="00976BA5">
      <w:pPr>
        <w:pStyle w:val="Loendilik"/>
        <w:numPr>
          <w:ilvl w:val="2"/>
          <w:numId w:val="3"/>
        </w:numPr>
        <w:shd w:val="clear" w:color="auto" w:fill="FFFFFF"/>
        <w:jc w:val="both"/>
        <w:rPr>
          <w:lang w:eastAsia="en-US"/>
        </w:rPr>
      </w:pPr>
      <w:r w:rsidRPr="008532F8">
        <w:rPr>
          <w:lang w:eastAsia="en-US"/>
        </w:rPr>
        <w:t>tagama andmete olemasolu isikuandmete edastamise kohta: millal, kellele ja millised isikuandmed edastati, samuti selliste andmete muutusteta säilimise;</w:t>
      </w:r>
    </w:p>
    <w:p w14:paraId="18AB6645" w14:textId="77777777" w:rsidR="006C07FD" w:rsidRPr="00E17C2F" w:rsidRDefault="006C07FD" w:rsidP="00976BA5">
      <w:pPr>
        <w:pStyle w:val="Loendilik"/>
        <w:numPr>
          <w:ilvl w:val="2"/>
          <w:numId w:val="3"/>
        </w:numPr>
        <w:shd w:val="clear" w:color="auto" w:fill="FFFFFF"/>
        <w:jc w:val="both"/>
        <w:rPr>
          <w:lang w:eastAsia="en-US"/>
        </w:rPr>
      </w:pPr>
      <w:r w:rsidRPr="008532F8">
        <w:rPr>
          <w:lang w:eastAsia="en-US"/>
        </w:rPr>
        <w:t>tagama, et isikuandmete edastamisel andmesidevahenditega ja andmekandjate transportimisel ei toimuks isikuandmete omavolilist lugemist,</w:t>
      </w:r>
      <w:r w:rsidR="00042C04" w:rsidRPr="008532F8">
        <w:rPr>
          <w:lang w:eastAsia="en-US"/>
        </w:rPr>
        <w:t xml:space="preserve"> kopeerimist,</w:t>
      </w:r>
      <w:r w:rsidRPr="008532F8">
        <w:rPr>
          <w:lang w:eastAsia="en-US"/>
        </w:rPr>
        <w:t xml:space="preserve"> </w:t>
      </w:r>
      <w:r w:rsidR="00981370" w:rsidRPr="008532F8">
        <w:rPr>
          <w:lang w:eastAsia="en-US"/>
        </w:rPr>
        <w:t xml:space="preserve">salvestamist, </w:t>
      </w:r>
      <w:r w:rsidRPr="00E17C2F">
        <w:rPr>
          <w:lang w:eastAsia="en-US"/>
        </w:rPr>
        <w:t>muutmist või kustutamist;</w:t>
      </w:r>
    </w:p>
    <w:p w14:paraId="027F32C5" w14:textId="77777777" w:rsidR="006C07FD" w:rsidRPr="00E17C2F" w:rsidRDefault="006C07FD" w:rsidP="00976BA5">
      <w:pPr>
        <w:pStyle w:val="Loendilik"/>
        <w:numPr>
          <w:ilvl w:val="2"/>
          <w:numId w:val="3"/>
        </w:numPr>
        <w:shd w:val="clear" w:color="auto" w:fill="FFFFFF"/>
        <w:jc w:val="both"/>
        <w:rPr>
          <w:lang w:eastAsia="en-US"/>
        </w:rPr>
      </w:pPr>
      <w:r w:rsidRPr="00E17C2F">
        <w:rPr>
          <w:lang w:eastAsia="en-US"/>
        </w:rPr>
        <w:t>pidama arvestust isikuandmete töötlemisel kasutatavate tema kontrolli all olevate seadmete ja tarkvara üle, dokumenteerides järgmised andmed:</w:t>
      </w:r>
    </w:p>
    <w:p w14:paraId="64CB70E7" w14:textId="77777777" w:rsidR="006C07FD" w:rsidRPr="00E17C2F" w:rsidRDefault="006C07FD" w:rsidP="00976BA5">
      <w:pPr>
        <w:pStyle w:val="Loendilik"/>
        <w:numPr>
          <w:ilvl w:val="1"/>
          <w:numId w:val="2"/>
        </w:numPr>
        <w:shd w:val="clear" w:color="auto" w:fill="FFFFFF"/>
        <w:jc w:val="both"/>
        <w:rPr>
          <w:lang w:eastAsia="en-US"/>
        </w:rPr>
      </w:pPr>
      <w:r w:rsidRPr="00E17C2F">
        <w:rPr>
          <w:lang w:eastAsia="en-US"/>
        </w:rPr>
        <w:t>seadme nimetus, tüüp ja asukoht ning seadme valmistaja nimi;</w:t>
      </w:r>
    </w:p>
    <w:p w14:paraId="6BB736BE" w14:textId="77777777" w:rsidR="006C07FD" w:rsidRPr="00E17C2F" w:rsidRDefault="006C07FD" w:rsidP="00976BA5">
      <w:pPr>
        <w:pStyle w:val="Loendilik"/>
        <w:numPr>
          <w:ilvl w:val="1"/>
          <w:numId w:val="2"/>
        </w:numPr>
        <w:shd w:val="clear" w:color="auto" w:fill="FFFFFF"/>
        <w:jc w:val="both"/>
        <w:rPr>
          <w:lang w:eastAsia="en-US"/>
        </w:rPr>
      </w:pPr>
      <w:r w:rsidRPr="00E17C2F">
        <w:rPr>
          <w:lang w:eastAsia="en-US"/>
        </w:rPr>
        <w:t>tarkvara nimetus, versioon, v</w:t>
      </w:r>
      <w:r w:rsidR="00030BD1">
        <w:rPr>
          <w:lang w:eastAsia="en-US"/>
        </w:rPr>
        <w:t>almistaja nimi ja kontaktandmed;</w:t>
      </w:r>
    </w:p>
    <w:p w14:paraId="6EBC0C49" w14:textId="77777777" w:rsidR="006C07FD" w:rsidRPr="00E17C2F" w:rsidRDefault="006C07FD" w:rsidP="00976BA5">
      <w:pPr>
        <w:jc w:val="both"/>
      </w:pPr>
    </w:p>
    <w:p w14:paraId="3F3030B3" w14:textId="77777777" w:rsidR="00C80A74" w:rsidRDefault="006C07FD" w:rsidP="00976BA5">
      <w:pPr>
        <w:pStyle w:val="Loendilik"/>
        <w:numPr>
          <w:ilvl w:val="1"/>
          <w:numId w:val="3"/>
        </w:numPr>
        <w:jc w:val="both"/>
      </w:pPr>
      <w:r w:rsidRPr="00E17C2F">
        <w:t>teavitama tellijat toimunud või põhje</w:t>
      </w:r>
      <w:r w:rsidR="00E14AEA">
        <w:t xml:space="preserve">ndatult kahtlustatava </w:t>
      </w:r>
      <w:r w:rsidR="00E4779D">
        <w:t xml:space="preserve">käesoleva </w:t>
      </w:r>
      <w:r w:rsidR="00E14AEA">
        <w:t>lepingulisa punktis 2</w:t>
      </w:r>
      <w:r w:rsidR="00030BD1">
        <w:t>.1</w:t>
      </w:r>
      <w:r w:rsidR="00E14AEA">
        <w:t xml:space="preserve"> </w:t>
      </w:r>
      <w:r w:rsidRPr="00E17C2F">
        <w:t>sätestatud konfidentsiaalsus</w:t>
      </w:r>
      <w:r w:rsidR="00E14AEA">
        <w:t>kohustuse rikkumisest; punktis 2</w:t>
      </w:r>
      <w:r w:rsidR="00030BD1">
        <w:t>.6 ja selle alapunktides 2.6.1</w:t>
      </w:r>
      <w:r w:rsidR="00E14AEA">
        <w:t>-2</w:t>
      </w:r>
      <w:r w:rsidR="00030BD1">
        <w:t>.6.6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36C91753" w14:textId="77777777" w:rsidR="006C07FD" w:rsidRPr="00E17C2F" w:rsidRDefault="006C07FD" w:rsidP="00976BA5">
      <w:pPr>
        <w:pStyle w:val="Loendilik"/>
        <w:ind w:left="828"/>
        <w:jc w:val="both"/>
      </w:pPr>
      <w:r w:rsidRPr="00E17C2F">
        <w:t>Teates tuleb vähemalt:</w:t>
      </w:r>
    </w:p>
    <w:p w14:paraId="5B908BE4" w14:textId="77777777" w:rsidR="006C07FD" w:rsidRPr="00E17C2F" w:rsidRDefault="00E14AEA" w:rsidP="00976BA5">
      <w:pPr>
        <w:pStyle w:val="Loendilik"/>
        <w:numPr>
          <w:ilvl w:val="2"/>
          <w:numId w:val="2"/>
        </w:numPr>
        <w:jc w:val="both"/>
      </w:pPr>
      <w:r>
        <w:t>kirjeldada (i</w:t>
      </w:r>
      <w:r w:rsidR="006C07FD" w:rsidRPr="00E17C2F">
        <w:t>sikuandmetega seotud) rikkumise laadi, sealhulgas puudutatud andmesubjektide liike ja arvu ning puudutatud kirjete liike ja arvu;</w:t>
      </w:r>
    </w:p>
    <w:p w14:paraId="53538145" w14:textId="77777777" w:rsidR="006C07FD" w:rsidRPr="00E17C2F" w:rsidRDefault="006C07FD" w:rsidP="00976BA5">
      <w:pPr>
        <w:pStyle w:val="Loendilik"/>
        <w:numPr>
          <w:ilvl w:val="2"/>
          <w:numId w:val="2"/>
        </w:numPr>
        <w:jc w:val="both"/>
      </w:pPr>
      <w:r w:rsidRPr="00E17C2F">
        <w:t>teatada andmekaitse töötaja ja tema kontaktandmed või muu kontaktpunkt, kust saab lisateavet;</w:t>
      </w:r>
    </w:p>
    <w:p w14:paraId="45930CEE" w14:textId="77777777" w:rsidR="006C07FD" w:rsidRPr="00E17C2F" w:rsidRDefault="00030BD1" w:rsidP="00976BA5">
      <w:pPr>
        <w:pStyle w:val="Loendilik"/>
        <w:numPr>
          <w:ilvl w:val="2"/>
          <w:numId w:val="2"/>
        </w:numPr>
        <w:jc w:val="both"/>
      </w:pPr>
      <w:r>
        <w:t>soovitada meetmeid (i</w:t>
      </w:r>
      <w:r w:rsidR="006C07FD" w:rsidRPr="00E17C2F">
        <w:t>sikuandmetega seotud) rikkumise võimalike negatiivsete mõjude leevendamiseks;</w:t>
      </w:r>
    </w:p>
    <w:p w14:paraId="3563F0A3" w14:textId="77777777" w:rsidR="006C07FD" w:rsidRPr="00E17C2F" w:rsidRDefault="0038571B" w:rsidP="00976BA5">
      <w:pPr>
        <w:pStyle w:val="Loendilik"/>
        <w:numPr>
          <w:ilvl w:val="2"/>
          <w:numId w:val="2"/>
        </w:numPr>
        <w:jc w:val="both"/>
      </w:pPr>
      <w:r>
        <w:t>kirjeldada (i</w:t>
      </w:r>
      <w:r w:rsidR="006C07FD" w:rsidRPr="00E17C2F">
        <w:t>sikuandmetega seotud) rikkumise tõttu andmesubjektidele tekkivaid tagajärgi ja potentsiaalseid ohte;</w:t>
      </w:r>
    </w:p>
    <w:p w14:paraId="56135F73" w14:textId="77777777" w:rsidR="006C07FD" w:rsidRPr="00E17C2F" w:rsidRDefault="0038571B" w:rsidP="00976BA5">
      <w:pPr>
        <w:pStyle w:val="Loendilik"/>
        <w:numPr>
          <w:ilvl w:val="2"/>
          <w:numId w:val="2"/>
        </w:numPr>
        <w:jc w:val="both"/>
      </w:pPr>
      <w:r>
        <w:t>kirjeldada töövõtja</w:t>
      </w:r>
      <w:r w:rsidR="006C07FD" w:rsidRPr="00E17C2F">
        <w:t>/võ</w:t>
      </w:r>
      <w:r>
        <w:t>i kolmandast isikust alltöötleja</w:t>
      </w:r>
      <w:r w:rsidR="006C07FD" w:rsidRPr="00E17C2F">
        <w:t xml:space="preserve"> poolt välj</w:t>
      </w:r>
      <w:r>
        <w:t>a pakutud või võetud meetmeid (i</w:t>
      </w:r>
      <w:r w:rsidR="006C07FD" w:rsidRPr="00E17C2F">
        <w:t>sikuandmetega seotud) rikkumisega tegelemiseks ja</w:t>
      </w:r>
    </w:p>
    <w:p w14:paraId="4041AE7F" w14:textId="77777777" w:rsidR="006C07FD" w:rsidRPr="00E17C2F" w:rsidRDefault="006C07FD" w:rsidP="00976BA5">
      <w:pPr>
        <w:pStyle w:val="Loendilik"/>
        <w:numPr>
          <w:ilvl w:val="2"/>
          <w:numId w:val="2"/>
        </w:numPr>
        <w:jc w:val="both"/>
      </w:pPr>
      <w:r w:rsidRPr="00E17C2F">
        <w:t>esitada muud teavet,</w:t>
      </w:r>
      <w:r w:rsidR="0038571B">
        <w:t xml:space="preserve"> mis on mõistlikult nõutav, et tellija saaks täita k</w:t>
      </w:r>
      <w:r w:rsidRPr="00E17C2F">
        <w:t>ohaldatavaid andmekaitse</w:t>
      </w:r>
      <w:r w:rsidR="0038571B">
        <w:t xml:space="preserve">alaseid </w:t>
      </w:r>
      <w:r w:rsidRPr="00E17C2F">
        <w:t>õigusakte, sealhulgas riigiasutustega seotud teavitamise ja avaldamise kohustusi, näiteks teavet, mis on nõutav andmesubjekti tuvastamiseks</w:t>
      </w:r>
      <w:r w:rsidR="009162B7">
        <w:t>;</w:t>
      </w:r>
    </w:p>
    <w:p w14:paraId="32D0114F" w14:textId="77777777" w:rsidR="006C07FD" w:rsidRPr="00E17C2F" w:rsidRDefault="006C07FD" w:rsidP="00976BA5">
      <w:pPr>
        <w:ind w:firstLine="60"/>
        <w:jc w:val="both"/>
      </w:pPr>
    </w:p>
    <w:p w14:paraId="7334CF00" w14:textId="77777777" w:rsidR="006C07FD" w:rsidRPr="00E17C2F" w:rsidRDefault="006C07FD" w:rsidP="00976BA5">
      <w:pPr>
        <w:pStyle w:val="Loendilik"/>
        <w:numPr>
          <w:ilvl w:val="1"/>
          <w:numId w:val="3"/>
        </w:numPr>
        <w:jc w:val="both"/>
      </w:pPr>
      <w:r w:rsidRPr="00E17C2F">
        <w:t>tellija eelnevalt kirjalikul heakskiidul lõpetama käesoleva lepingu</w:t>
      </w:r>
      <w:r w:rsidR="00030BD1">
        <w:t xml:space="preserve">lisa punktis </w:t>
      </w:r>
      <w:r w:rsidR="0038571B">
        <w:t>2</w:t>
      </w:r>
      <w:r w:rsidRPr="00E17C2F">
        <w:t>.7</w:t>
      </w:r>
      <w:r w:rsidR="008532F8">
        <w:t xml:space="preserve"> </w:t>
      </w:r>
      <w:r w:rsidRPr="00E17C2F">
        <w:t>nimetatud rikkumise ning kohaldama meetmeid (isikuandmetega seotud) rikkumise lahendamiseks, sealhulgas vajaduse korral rikkumise võimaliku kahjuliku mõju k</w:t>
      </w:r>
      <w:r w:rsidR="00030BD1">
        <w:t>õrvaldamiseks ja leevendamiseks;</w:t>
      </w:r>
    </w:p>
    <w:p w14:paraId="4BF621E5" w14:textId="77777777" w:rsidR="006C07FD" w:rsidRPr="00E17C2F" w:rsidRDefault="006C07FD" w:rsidP="00976BA5">
      <w:pPr>
        <w:shd w:val="clear" w:color="auto" w:fill="FFFFFF"/>
        <w:jc w:val="both"/>
        <w:rPr>
          <w:lang w:eastAsia="en-US"/>
        </w:rPr>
      </w:pPr>
    </w:p>
    <w:p w14:paraId="3C7F2170" w14:textId="77777777" w:rsidR="006C07FD" w:rsidRPr="00E17C2F" w:rsidRDefault="00030BD1" w:rsidP="00976BA5">
      <w:pPr>
        <w:pStyle w:val="Loendilik"/>
        <w:numPr>
          <w:ilvl w:val="1"/>
          <w:numId w:val="3"/>
        </w:numPr>
        <w:shd w:val="clear" w:color="auto" w:fill="FFFFFF"/>
        <w:jc w:val="both"/>
        <w:rPr>
          <w:lang w:eastAsia="en-US"/>
        </w:rPr>
      </w:pPr>
      <w:r>
        <w:rPr>
          <w:lang w:eastAsia="en-US"/>
        </w:rPr>
        <w:lastRenderedPageBreak/>
        <w:t>kustutama</w:t>
      </w:r>
      <w:r w:rsidR="006C07FD" w:rsidRPr="00E17C2F">
        <w:rPr>
          <w:lang w:eastAsia="en-US"/>
        </w:rPr>
        <w:t xml:space="preserve"> lepingu lõppemisel kõik </w:t>
      </w:r>
      <w:r w:rsidR="00E4779D">
        <w:rPr>
          <w:lang w:eastAsia="en-US"/>
        </w:rPr>
        <w:t xml:space="preserve">käesoleva lepingulisa </w:t>
      </w:r>
      <w:r w:rsidR="0038571B">
        <w:rPr>
          <w:lang w:eastAsia="en-US"/>
        </w:rPr>
        <w:t>punktis 2</w:t>
      </w:r>
      <w:r w:rsidR="009C2071" w:rsidRPr="00E17C2F">
        <w:rPr>
          <w:lang w:eastAsia="en-US"/>
        </w:rPr>
        <w:t>.</w:t>
      </w:r>
      <w:r w:rsidR="009C50E8">
        <w:rPr>
          <w:lang w:eastAsia="en-US"/>
        </w:rPr>
        <w:t>1</w:t>
      </w:r>
      <w:r w:rsidR="009C2071" w:rsidRPr="00E17C2F">
        <w:rPr>
          <w:lang w:eastAsia="en-US"/>
        </w:rPr>
        <w:t xml:space="preserve"> nimetatud isikuandme</w:t>
      </w:r>
      <w:r w:rsidR="004908DE" w:rsidRPr="00E17C2F">
        <w:rPr>
          <w:lang w:eastAsia="en-US"/>
        </w:rPr>
        <w:t>d</w:t>
      </w:r>
      <w:r w:rsidR="006C07FD" w:rsidRPr="00E17C2F">
        <w:rPr>
          <w:lang w:eastAsia="en-US"/>
        </w:rPr>
        <w:t xml:space="preserve"> ja nimetatute koopiad </w:t>
      </w:r>
      <w:r w:rsidR="004908DE" w:rsidRPr="00E17C2F">
        <w:rPr>
          <w:lang w:eastAsia="en-US"/>
        </w:rPr>
        <w:t>30</w:t>
      </w:r>
      <w:r w:rsidR="006C07FD" w:rsidRPr="00E17C2F">
        <w:rPr>
          <w:lang w:eastAsia="en-US"/>
        </w:rPr>
        <w:t xml:space="preserve"> päeva jooksul, v.a juhul, ku</w:t>
      </w:r>
      <w:r>
        <w:rPr>
          <w:lang w:eastAsia="en-US"/>
        </w:rPr>
        <w:t>i õigusaktidest tuleneb teisiti;</w:t>
      </w:r>
    </w:p>
    <w:p w14:paraId="743297F5" w14:textId="77777777" w:rsidR="006C07FD" w:rsidRPr="00E17C2F" w:rsidRDefault="006C07FD" w:rsidP="00976BA5">
      <w:pPr>
        <w:shd w:val="clear" w:color="auto" w:fill="FFFFFF"/>
        <w:jc w:val="both"/>
        <w:rPr>
          <w:lang w:eastAsia="en-US"/>
        </w:rPr>
      </w:pPr>
    </w:p>
    <w:p w14:paraId="53FC7CC7" w14:textId="77777777" w:rsidR="006C07FD" w:rsidRPr="00E17C2F" w:rsidRDefault="00030BD1" w:rsidP="00976BA5">
      <w:pPr>
        <w:pStyle w:val="Loendilik"/>
        <w:numPr>
          <w:ilvl w:val="1"/>
          <w:numId w:val="3"/>
        </w:numPr>
        <w:shd w:val="clear" w:color="auto" w:fill="FFFFFF"/>
        <w:jc w:val="both"/>
        <w:rPr>
          <w:lang w:eastAsia="en-US"/>
        </w:rPr>
      </w:pPr>
      <w:r>
        <w:rPr>
          <w:lang w:eastAsia="en-US"/>
        </w:rPr>
        <w:t xml:space="preserve">tegema </w:t>
      </w:r>
      <w:r w:rsidR="0038571B">
        <w:rPr>
          <w:lang w:eastAsia="en-US"/>
        </w:rPr>
        <w:t>t</w:t>
      </w:r>
      <w:r w:rsidR="006C07FD" w:rsidRPr="00E17C2F">
        <w:rPr>
          <w:lang w:eastAsia="en-US"/>
        </w:rPr>
        <w:t>ellijale k</w:t>
      </w:r>
      <w:r w:rsidR="0038571B">
        <w:rPr>
          <w:lang w:eastAsia="en-US"/>
        </w:rPr>
        <w:t>ättesaadavaks kogu teabe, mida t</w:t>
      </w:r>
      <w:r w:rsidR="006C07FD" w:rsidRPr="00E17C2F">
        <w:rPr>
          <w:lang w:eastAsia="en-US"/>
        </w:rPr>
        <w:t>ellija peab vajalikuks lepingus sätestatud k</w:t>
      </w:r>
      <w:r>
        <w:rPr>
          <w:lang w:eastAsia="en-US"/>
        </w:rPr>
        <w:t>ohustuste täitmise tõendamiseks;</w:t>
      </w:r>
    </w:p>
    <w:p w14:paraId="184BB1FE" w14:textId="77777777" w:rsidR="006C07FD" w:rsidRPr="00E17C2F" w:rsidRDefault="006C07FD" w:rsidP="00976BA5">
      <w:pPr>
        <w:shd w:val="clear" w:color="auto" w:fill="FFFFFF"/>
        <w:jc w:val="both"/>
        <w:rPr>
          <w:lang w:eastAsia="en-US"/>
        </w:rPr>
      </w:pPr>
    </w:p>
    <w:p w14:paraId="2AF80CA1" w14:textId="77777777" w:rsidR="006C07FD" w:rsidRPr="00E17C2F" w:rsidRDefault="00030BD1" w:rsidP="00976BA5">
      <w:pPr>
        <w:pStyle w:val="Loendilik"/>
        <w:numPr>
          <w:ilvl w:val="1"/>
          <w:numId w:val="3"/>
        </w:numPr>
        <w:shd w:val="clear" w:color="auto" w:fill="FFFFFF"/>
        <w:jc w:val="both"/>
        <w:rPr>
          <w:lang w:eastAsia="en-US"/>
        </w:rPr>
      </w:pPr>
      <w:r>
        <w:rPr>
          <w:lang w:eastAsia="en-US"/>
        </w:rPr>
        <w:t>võimaldama</w:t>
      </w:r>
      <w:r w:rsidR="0038571B">
        <w:rPr>
          <w:lang w:eastAsia="en-US"/>
        </w:rPr>
        <w:t xml:space="preserve"> tellijal või t</w:t>
      </w:r>
      <w:r w:rsidR="006C07FD" w:rsidRPr="00E17C2F">
        <w:rPr>
          <w:lang w:eastAsia="en-US"/>
        </w:rPr>
        <w:t>ellija poolt volitatud audiitoril teha auditeid ja k</w:t>
      </w:r>
      <w:r w:rsidR="008532F8">
        <w:rPr>
          <w:lang w:eastAsia="en-US"/>
        </w:rPr>
        <w:t>ontrolle ning panustama</w:t>
      </w:r>
      <w:r>
        <w:rPr>
          <w:lang w:eastAsia="en-US"/>
        </w:rPr>
        <w:t xml:space="preserve"> nendesse;</w:t>
      </w:r>
    </w:p>
    <w:p w14:paraId="09094E8A" w14:textId="77777777" w:rsidR="006C07FD" w:rsidRPr="00E17C2F" w:rsidRDefault="006C07FD" w:rsidP="00976BA5">
      <w:pPr>
        <w:shd w:val="clear" w:color="auto" w:fill="FFFFFF"/>
        <w:jc w:val="both"/>
        <w:rPr>
          <w:lang w:eastAsia="en-US"/>
        </w:rPr>
      </w:pPr>
    </w:p>
    <w:p w14:paraId="4516B3A3" w14:textId="77777777" w:rsidR="006C07FD" w:rsidRPr="00E17C2F" w:rsidRDefault="00030BD1" w:rsidP="00976BA5">
      <w:pPr>
        <w:pStyle w:val="Loendilik"/>
        <w:numPr>
          <w:ilvl w:val="1"/>
          <w:numId w:val="3"/>
        </w:numPr>
        <w:jc w:val="both"/>
      </w:pPr>
      <w:r>
        <w:t>kohustuma</w:t>
      </w:r>
      <w:r w:rsidR="006C07FD" w:rsidRPr="00E17C2F">
        <w:t xml:space="preserve"> võimaluse piires asjakohaste tehniliste ja korralduslike meetmete abil </w:t>
      </w:r>
      <w:r>
        <w:t xml:space="preserve">käesoleva lepingulisa </w:t>
      </w:r>
      <w:r w:rsidR="004908DE" w:rsidRPr="00E17C2F">
        <w:t xml:space="preserve">punktis </w:t>
      </w:r>
      <w:r w:rsidR="0038571B">
        <w:t>2</w:t>
      </w:r>
      <w:r w:rsidR="00B20C58" w:rsidRPr="00E17C2F">
        <w:t>.</w:t>
      </w:r>
      <w:r w:rsidR="009C50E8">
        <w:t>1</w:t>
      </w:r>
      <w:r w:rsidR="00B20C58" w:rsidRPr="00E17C2F">
        <w:t xml:space="preserve"> nimetatud isikuandmete osas </w:t>
      </w:r>
      <w:r w:rsidR="0038571B">
        <w:t>tellijal täita t</w:t>
      </w:r>
      <w:r w:rsidR="006C07FD" w:rsidRPr="00E17C2F">
        <w:t>ellija kohustust vastata taotlustele andmesubjekti õiguste teostamiseks ning teostada nende õiguste teostamisest tulenevaid toiminguid (andmete parandamine, sulgemine, kustutamine).</w:t>
      </w:r>
    </w:p>
    <w:p w14:paraId="12F65433" w14:textId="77777777" w:rsidR="006C07FD" w:rsidRPr="00E17C2F" w:rsidRDefault="006C07FD" w:rsidP="00976BA5">
      <w:pPr>
        <w:shd w:val="clear" w:color="auto" w:fill="FFFFFF"/>
        <w:jc w:val="both"/>
        <w:rPr>
          <w:lang w:eastAsia="en-US"/>
        </w:rPr>
      </w:pPr>
    </w:p>
    <w:p w14:paraId="0F08F628" w14:textId="77777777" w:rsidR="009C2071" w:rsidRPr="00E17C2F" w:rsidRDefault="009C2071" w:rsidP="00976BA5">
      <w:pPr>
        <w:pStyle w:val="Loendilik"/>
        <w:numPr>
          <w:ilvl w:val="0"/>
          <w:numId w:val="3"/>
        </w:numPr>
        <w:shd w:val="clear" w:color="auto" w:fill="FFFFFF"/>
        <w:jc w:val="both"/>
        <w:rPr>
          <w:lang w:eastAsia="en-US"/>
        </w:rPr>
      </w:pPr>
      <w:r w:rsidRPr="00E17C2F">
        <w:rPr>
          <w:lang w:eastAsia="en-US"/>
        </w:rPr>
        <w:t>Käesoleva lepingu</w:t>
      </w:r>
      <w:r w:rsidR="0038571B">
        <w:rPr>
          <w:lang w:eastAsia="en-US"/>
        </w:rPr>
        <w:t>lisa punktis 1</w:t>
      </w:r>
      <w:r w:rsidR="00030BD1">
        <w:rPr>
          <w:lang w:eastAsia="en-US"/>
        </w:rPr>
        <w:t>.1</w:t>
      </w:r>
      <w:r w:rsidRPr="00E17C2F">
        <w:rPr>
          <w:lang w:eastAsia="en-US"/>
        </w:rPr>
        <w:t xml:space="preserve"> sätestatud konfidentsiaalsuse nõue ei laiene inf</w:t>
      </w:r>
      <w:r w:rsidR="00030BD1">
        <w:rPr>
          <w:lang w:eastAsia="en-US"/>
        </w:rPr>
        <w:t xml:space="preserve">ormatsiooni avaldamisele töövõtja </w:t>
      </w:r>
      <w:r w:rsidRPr="00E17C2F">
        <w:rPr>
          <w:lang w:eastAsia="en-US"/>
        </w:rPr>
        <w:t>audiitorile ja advokaadile.</w:t>
      </w:r>
    </w:p>
    <w:p w14:paraId="65D816E6" w14:textId="77777777" w:rsidR="009C2071" w:rsidRPr="00E17C2F" w:rsidRDefault="009C2071" w:rsidP="00976BA5">
      <w:pPr>
        <w:shd w:val="clear" w:color="auto" w:fill="FFFFFF"/>
        <w:jc w:val="both"/>
        <w:rPr>
          <w:lang w:eastAsia="en-US"/>
        </w:rPr>
      </w:pPr>
    </w:p>
    <w:p w14:paraId="2DF36280" w14:textId="77777777" w:rsidR="009C2071" w:rsidRPr="00E17C2F" w:rsidRDefault="009C2071" w:rsidP="00976BA5">
      <w:pPr>
        <w:pStyle w:val="Loendilik"/>
        <w:numPr>
          <w:ilvl w:val="0"/>
          <w:numId w:val="3"/>
        </w:numPr>
        <w:shd w:val="clear" w:color="auto" w:fill="FFFFFF"/>
        <w:jc w:val="both"/>
        <w:rPr>
          <w:lang w:eastAsia="en-US"/>
        </w:rPr>
      </w:pPr>
      <w:r w:rsidRPr="00E17C2F">
        <w:rPr>
          <w:lang w:eastAsia="en-US"/>
        </w:rPr>
        <w:t>Käesoleva lepingu</w:t>
      </w:r>
      <w:r w:rsidR="00030BD1">
        <w:rPr>
          <w:lang w:eastAsia="en-US"/>
        </w:rPr>
        <w:t>lisa punktis 2.1</w:t>
      </w:r>
      <w:r w:rsidR="0038571B">
        <w:rPr>
          <w:lang w:eastAsia="en-US"/>
        </w:rPr>
        <w:t xml:space="preserve"> </w:t>
      </w:r>
      <w:r w:rsidRPr="00E17C2F">
        <w:rPr>
          <w:lang w:eastAsia="en-US"/>
        </w:rPr>
        <w:t>sätestatud konfidentsiaalsuskohustuse nõue on tähtajatu ning kehtib nii lepingu täitmise ajal kui ka pärast lepingu lõppemist.</w:t>
      </w:r>
    </w:p>
    <w:p w14:paraId="6D16A662" w14:textId="77777777" w:rsidR="009C2071" w:rsidRPr="00E17C2F" w:rsidRDefault="009C2071" w:rsidP="00976BA5">
      <w:pPr>
        <w:shd w:val="clear" w:color="auto" w:fill="FFFFFF"/>
        <w:jc w:val="both"/>
        <w:rPr>
          <w:lang w:eastAsia="en-US"/>
        </w:rPr>
      </w:pPr>
    </w:p>
    <w:p w14:paraId="18F9EE4C" w14:textId="77777777" w:rsidR="006C07FD" w:rsidRDefault="006C07FD" w:rsidP="00976BA5">
      <w:pPr>
        <w:pStyle w:val="Loendilik"/>
        <w:numPr>
          <w:ilvl w:val="0"/>
          <w:numId w:val="3"/>
        </w:numPr>
        <w:shd w:val="clear" w:color="auto" w:fill="FFFFFF"/>
        <w:jc w:val="both"/>
        <w:rPr>
          <w:lang w:eastAsia="en-US"/>
        </w:rPr>
      </w:pPr>
      <w:r w:rsidRPr="00E17C2F">
        <w:rPr>
          <w:lang w:eastAsia="en-US"/>
        </w:rPr>
        <w:t>Tulenevalt konfidentsiaalse informatsiooni laadist on tellijal õigus seada täiendavaid nõuded ja/või juhised isikuandmete töötlemiseks.</w:t>
      </w:r>
    </w:p>
    <w:p w14:paraId="47379447" w14:textId="77777777" w:rsidR="00393CBB" w:rsidRDefault="00393CBB" w:rsidP="00976BA5">
      <w:pPr>
        <w:pStyle w:val="Loendilik"/>
        <w:rPr>
          <w:lang w:eastAsia="en-US"/>
        </w:rPr>
      </w:pPr>
    </w:p>
    <w:p w14:paraId="3A404A40" w14:textId="77777777" w:rsidR="006C07FD" w:rsidRDefault="006C07FD" w:rsidP="00976BA5">
      <w:pPr>
        <w:pStyle w:val="Loendilik"/>
        <w:numPr>
          <w:ilvl w:val="0"/>
          <w:numId w:val="3"/>
        </w:numPr>
        <w:shd w:val="clear" w:color="auto" w:fill="FFFFFF"/>
        <w:jc w:val="both"/>
        <w:rPr>
          <w:lang w:eastAsia="en-US"/>
        </w:rPr>
      </w:pPr>
      <w:r w:rsidRPr="00E17C2F">
        <w:rPr>
          <w:lang w:eastAsia="en-US"/>
        </w:rPr>
        <w:t>Kõik käesoleva lepingu</w:t>
      </w:r>
      <w:r w:rsidR="00030BD1">
        <w:rPr>
          <w:lang w:eastAsia="en-US"/>
        </w:rPr>
        <w:t>lisa punktis 2.1</w:t>
      </w:r>
      <w:r w:rsidR="008532F8">
        <w:rPr>
          <w:lang w:eastAsia="en-US"/>
        </w:rPr>
        <w:t xml:space="preserve"> </w:t>
      </w:r>
      <w:r w:rsidR="00030BD1">
        <w:rPr>
          <w:lang w:eastAsia="en-US"/>
        </w:rPr>
        <w:t xml:space="preserve">nimetatud </w:t>
      </w:r>
      <w:r w:rsidR="0038571B">
        <w:rPr>
          <w:lang w:eastAsia="en-US"/>
        </w:rPr>
        <w:t xml:space="preserve">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sidR="0038571B">
        <w:rPr>
          <w:lang w:eastAsia="en-US"/>
        </w:rPr>
        <w:t>töövõtja.</w:t>
      </w:r>
    </w:p>
    <w:p w14:paraId="4F6D46A6" w14:textId="77777777" w:rsidR="005E762D" w:rsidRDefault="005E762D" w:rsidP="00976BA5">
      <w:pPr>
        <w:rPr>
          <w:lang w:eastAsia="en-US"/>
        </w:rPr>
      </w:pPr>
    </w:p>
    <w:p w14:paraId="2E3C407F" w14:textId="77777777" w:rsidR="005E762D" w:rsidRDefault="005E762D" w:rsidP="00976BA5">
      <w:pPr>
        <w:shd w:val="clear" w:color="auto" w:fill="FFFFFF"/>
        <w:jc w:val="both"/>
        <w:rPr>
          <w:lang w:eastAsia="en-US"/>
        </w:rPr>
      </w:pPr>
    </w:p>
    <w:p w14:paraId="58831B15" w14:textId="77777777" w:rsidR="005E762D" w:rsidRPr="00E17C2F" w:rsidRDefault="005E762D" w:rsidP="00976BA5">
      <w:pPr>
        <w:shd w:val="clear" w:color="auto" w:fill="FFFFFF"/>
        <w:jc w:val="both"/>
        <w:rPr>
          <w:lang w:eastAsia="en-US"/>
        </w:rPr>
      </w:pPr>
    </w:p>
    <w:p w14:paraId="38B2D164" w14:textId="77777777" w:rsidR="00976BA5" w:rsidRPr="00E17C2F" w:rsidRDefault="00976BA5" w:rsidP="00976BA5">
      <w:pPr>
        <w:jc w:val="both"/>
      </w:pPr>
    </w:p>
    <w:sectPr w:rsidR="00017CDC" w:rsidRPr="00E17C2F" w:rsidSect="00030BD1">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ED822" w14:textId="77777777" w:rsidR="00B553A2" w:rsidRDefault="00B553A2" w:rsidP="00030BD1">
      <w:r>
        <w:separator/>
      </w:r>
    </w:p>
  </w:endnote>
  <w:endnote w:type="continuationSeparator" w:id="0">
    <w:p w14:paraId="42D6A764" w14:textId="77777777" w:rsidR="00B553A2" w:rsidRDefault="00B553A2" w:rsidP="0003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F86ED4" w14:textId="77777777" w:rsidR="00B553A2" w:rsidRDefault="00B553A2" w:rsidP="00030BD1">
      <w:r>
        <w:separator/>
      </w:r>
    </w:p>
  </w:footnote>
  <w:footnote w:type="continuationSeparator" w:id="0">
    <w:p w14:paraId="4D783CA4" w14:textId="77777777" w:rsidR="00B553A2" w:rsidRDefault="00B553A2" w:rsidP="00030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2072262"/>
      <w:docPartObj>
        <w:docPartGallery w:val="Page Numbers (Top of Page)"/>
        <w:docPartUnique/>
      </w:docPartObj>
    </w:sdtPr>
    <w:sdtEndPr/>
    <w:sdtContent>
      <w:p w14:paraId="59770E7A" w14:textId="77777777" w:rsidR="00030BD1" w:rsidRDefault="00030BD1">
        <w:pPr>
          <w:pStyle w:val="Pis"/>
          <w:jc w:val="center"/>
        </w:pPr>
        <w:r>
          <w:fldChar w:fldCharType="begin"/>
        </w:r>
        <w:r>
          <w:instrText>PAGE   \* MERGEFORMAT</w:instrText>
        </w:r>
        <w:r>
          <w:fldChar w:fldCharType="separate"/>
        </w:r>
        <w:r w:rsidR="0025738C">
          <w:rPr>
            <w:noProof/>
          </w:rPr>
          <w:t>4</w:t>
        </w:r>
        <w:r>
          <w:fldChar w:fldCharType="end"/>
        </w:r>
      </w:p>
    </w:sdtContent>
  </w:sdt>
  <w:p w14:paraId="47735741" w14:textId="77777777" w:rsidR="00030BD1" w:rsidRDefault="00030BD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A7B7CA6"/>
    <w:multiLevelType w:val="hybridMultilevel"/>
    <w:tmpl w:val="7018A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79078473">
    <w:abstractNumId w:val="2"/>
  </w:num>
  <w:num w:numId="2" w16cid:durableId="783966918">
    <w:abstractNumId w:val="1"/>
  </w:num>
  <w:num w:numId="3" w16cid:durableId="1538466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991"/>
    <w:rsid w:val="00030BD1"/>
    <w:rsid w:val="0003764B"/>
    <w:rsid w:val="00042C04"/>
    <w:rsid w:val="00140A3E"/>
    <w:rsid w:val="001704DB"/>
    <w:rsid w:val="00173B87"/>
    <w:rsid w:val="001D115F"/>
    <w:rsid w:val="00237321"/>
    <w:rsid w:val="0025738C"/>
    <w:rsid w:val="00310F21"/>
    <w:rsid w:val="003464CD"/>
    <w:rsid w:val="003712E4"/>
    <w:rsid w:val="0038571B"/>
    <w:rsid w:val="00393CBB"/>
    <w:rsid w:val="003F1C85"/>
    <w:rsid w:val="004908DE"/>
    <w:rsid w:val="004979B8"/>
    <w:rsid w:val="004B2AB9"/>
    <w:rsid w:val="004C3B5A"/>
    <w:rsid w:val="004C671D"/>
    <w:rsid w:val="004E58E3"/>
    <w:rsid w:val="004E7DB1"/>
    <w:rsid w:val="005566E9"/>
    <w:rsid w:val="005E762D"/>
    <w:rsid w:val="00630CDA"/>
    <w:rsid w:val="006440FD"/>
    <w:rsid w:val="00651627"/>
    <w:rsid w:val="00661BF8"/>
    <w:rsid w:val="006A4627"/>
    <w:rsid w:val="006B0897"/>
    <w:rsid w:val="006C07FD"/>
    <w:rsid w:val="00776947"/>
    <w:rsid w:val="007E3A7C"/>
    <w:rsid w:val="008228DA"/>
    <w:rsid w:val="008532F8"/>
    <w:rsid w:val="009060FE"/>
    <w:rsid w:val="009162B7"/>
    <w:rsid w:val="0097293D"/>
    <w:rsid w:val="00976BA5"/>
    <w:rsid w:val="00981370"/>
    <w:rsid w:val="009C1BFE"/>
    <w:rsid w:val="009C2071"/>
    <w:rsid w:val="009C50E8"/>
    <w:rsid w:val="00A12BFA"/>
    <w:rsid w:val="00A32125"/>
    <w:rsid w:val="00A622F8"/>
    <w:rsid w:val="00A855D4"/>
    <w:rsid w:val="00B20C58"/>
    <w:rsid w:val="00B3143D"/>
    <w:rsid w:val="00B553A2"/>
    <w:rsid w:val="00B56F3D"/>
    <w:rsid w:val="00BA5726"/>
    <w:rsid w:val="00BF2991"/>
    <w:rsid w:val="00C2359D"/>
    <w:rsid w:val="00C67A69"/>
    <w:rsid w:val="00C72372"/>
    <w:rsid w:val="00C80A74"/>
    <w:rsid w:val="00CA3C44"/>
    <w:rsid w:val="00D424B1"/>
    <w:rsid w:val="00D57510"/>
    <w:rsid w:val="00E14AEA"/>
    <w:rsid w:val="00E17C2F"/>
    <w:rsid w:val="00E4779D"/>
    <w:rsid w:val="00E80C0B"/>
    <w:rsid w:val="00E87916"/>
    <w:rsid w:val="00E96D3C"/>
    <w:rsid w:val="00EF3CA1"/>
    <w:rsid w:val="00F40766"/>
    <w:rsid w:val="00F641CA"/>
    <w:rsid w:val="00FF5B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6B853"/>
  <w15:docId w15:val="{FBFA92DC-5BD4-40E4-B5FE-8D4E056F5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07FD"/>
    <w:pPr>
      <w:spacing w:after="0" w:line="240" w:lineRule="auto"/>
    </w:pPr>
    <w:rPr>
      <w:rFonts w:ascii="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14AEA"/>
    <w:pPr>
      <w:ind w:left="720"/>
      <w:contextualSpacing/>
    </w:pPr>
  </w:style>
  <w:style w:type="paragraph" w:styleId="Pis">
    <w:name w:val="header"/>
    <w:basedOn w:val="Normaallaad"/>
    <w:link w:val="PisMrk"/>
    <w:uiPriority w:val="99"/>
    <w:unhideWhenUsed/>
    <w:rsid w:val="00030BD1"/>
    <w:pPr>
      <w:tabs>
        <w:tab w:val="center" w:pos="4536"/>
        <w:tab w:val="right" w:pos="9072"/>
      </w:tabs>
    </w:pPr>
  </w:style>
  <w:style w:type="character" w:customStyle="1" w:styleId="PisMrk">
    <w:name w:val="Päis Märk"/>
    <w:basedOn w:val="Liguvaikefont"/>
    <w:link w:val="Pis"/>
    <w:uiPriority w:val="99"/>
    <w:rsid w:val="00030BD1"/>
    <w:rPr>
      <w:rFonts w:ascii="Times New Roman" w:hAnsi="Times New Roman" w:cs="Times New Roman"/>
      <w:sz w:val="24"/>
      <w:szCs w:val="24"/>
      <w:lang w:eastAsia="et-EE"/>
    </w:rPr>
  </w:style>
  <w:style w:type="paragraph" w:styleId="Jalus">
    <w:name w:val="footer"/>
    <w:basedOn w:val="Normaallaad"/>
    <w:link w:val="JalusMrk"/>
    <w:uiPriority w:val="99"/>
    <w:unhideWhenUsed/>
    <w:rsid w:val="00030BD1"/>
    <w:pPr>
      <w:tabs>
        <w:tab w:val="center" w:pos="4536"/>
        <w:tab w:val="right" w:pos="9072"/>
      </w:tabs>
    </w:pPr>
  </w:style>
  <w:style w:type="character" w:customStyle="1" w:styleId="JalusMrk">
    <w:name w:val="Jalus Märk"/>
    <w:basedOn w:val="Liguvaikefont"/>
    <w:link w:val="Jalus"/>
    <w:uiPriority w:val="99"/>
    <w:rsid w:val="00030BD1"/>
    <w:rPr>
      <w:rFonts w:ascii="Times New Roman" w:hAnsi="Times New Roman" w:cs="Times New Roman"/>
      <w:sz w:val="24"/>
      <w:szCs w:val="24"/>
      <w:lang w:eastAsia="et-EE"/>
    </w:rPr>
  </w:style>
  <w:style w:type="character" w:styleId="Kommentaariviide">
    <w:name w:val="annotation reference"/>
    <w:basedOn w:val="Liguvaikefont"/>
    <w:uiPriority w:val="99"/>
    <w:unhideWhenUsed/>
    <w:rsid w:val="0003764B"/>
    <w:rPr>
      <w:sz w:val="16"/>
      <w:szCs w:val="16"/>
    </w:rPr>
  </w:style>
  <w:style w:type="paragraph" w:styleId="Kommentaaritekst">
    <w:name w:val="annotation text"/>
    <w:basedOn w:val="Normaallaad"/>
    <w:link w:val="KommentaaritekstMrk"/>
    <w:uiPriority w:val="99"/>
    <w:unhideWhenUsed/>
    <w:rsid w:val="0003764B"/>
    <w:rPr>
      <w:sz w:val="20"/>
      <w:szCs w:val="20"/>
    </w:rPr>
  </w:style>
  <w:style w:type="character" w:customStyle="1" w:styleId="KommentaaritekstMrk">
    <w:name w:val="Kommentaari tekst Märk"/>
    <w:basedOn w:val="Liguvaikefont"/>
    <w:link w:val="Kommentaaritekst"/>
    <w:uiPriority w:val="99"/>
    <w:rsid w:val="0003764B"/>
    <w:rPr>
      <w:rFonts w:ascii="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03764B"/>
    <w:rPr>
      <w:b/>
      <w:bCs/>
    </w:rPr>
  </w:style>
  <w:style w:type="character" w:customStyle="1" w:styleId="KommentaariteemaMrk">
    <w:name w:val="Kommentaari teema Märk"/>
    <w:basedOn w:val="KommentaaritekstMrk"/>
    <w:link w:val="Kommentaariteema"/>
    <w:uiPriority w:val="99"/>
    <w:semiHidden/>
    <w:rsid w:val="0003764B"/>
    <w:rPr>
      <w:rFonts w:ascii="Times New Roman" w:hAnsi="Times New Roman" w:cs="Times New Roman"/>
      <w:b/>
      <w:bCs/>
      <w:sz w:val="20"/>
      <w:szCs w:val="20"/>
      <w:lang w:eastAsia="et-EE"/>
    </w:rPr>
  </w:style>
  <w:style w:type="paragraph" w:styleId="Jutumullitekst">
    <w:name w:val="Balloon Text"/>
    <w:basedOn w:val="Normaallaad"/>
    <w:link w:val="JutumullitekstMrk"/>
    <w:uiPriority w:val="99"/>
    <w:semiHidden/>
    <w:unhideWhenUsed/>
    <w:rsid w:val="0003764B"/>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3764B"/>
    <w:rPr>
      <w:rFonts w:ascii="Segoe UI" w:hAnsi="Segoe UI" w:cs="Segoe UI"/>
      <w:sz w:val="18"/>
      <w:szCs w:val="18"/>
      <w:lang w:eastAsia="et-EE"/>
    </w:rPr>
  </w:style>
  <w:style w:type="paragraph" w:styleId="Redaktsioon">
    <w:name w:val="Revision"/>
    <w:hidden/>
    <w:uiPriority w:val="99"/>
    <w:semiHidden/>
    <w:rsid w:val="0003764B"/>
    <w:pPr>
      <w:spacing w:after="0" w:line="240" w:lineRule="auto"/>
    </w:pPr>
    <w:rPr>
      <w:rFonts w:ascii="Times New Roman" w:hAnsi="Times New Roman" w:cs="Times New Roman"/>
      <w:sz w:val="24"/>
      <w:szCs w:val="24"/>
      <w:lang w:eastAsia="et-EE"/>
    </w:rPr>
  </w:style>
  <w:style w:type="paragraph" w:styleId="Normaallaadveeb">
    <w:name w:val="Normal (Web)"/>
    <w:basedOn w:val="Normaallaad"/>
    <w:rsid w:val="005E762D"/>
    <w:pPr>
      <w:suppressAutoHyphens/>
      <w:spacing w:before="280" w:after="280"/>
    </w:pPr>
    <w:rPr>
      <w:rFonts w:eastAsia="Times New Roman"/>
      <w:lang w:val="en-GB" w:eastAsia="ar-SA"/>
    </w:rPr>
  </w:style>
  <w:style w:type="character" w:styleId="Kohatitetekst">
    <w:name w:val="Placeholder Text"/>
    <w:basedOn w:val="Liguvaikefont"/>
    <w:uiPriority w:val="99"/>
    <w:semiHidden/>
    <w:rsid w:val="00BF29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Downloads\lepingulisa%20volitatud%20t&#246;&#246;tlejaga.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lepingulisa volitatud töötlejaga.dotx</Template>
  <TotalTime>1</TotalTime>
  <Pages>3</Pages>
  <Words>1032</Words>
  <Characters>5992</Characters>
  <Application>Microsoft Office Word</Application>
  <DocSecurity>0</DocSecurity>
  <Lines>49</Lines>
  <Paragraphs>14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Jaan Schults</dc:creator>
  <cp:lastModifiedBy>Maarja-Viorika Vasko</cp:lastModifiedBy>
  <cp:revision>3</cp:revision>
  <dcterms:created xsi:type="dcterms:W3CDTF">2024-07-05T06:43:00Z</dcterms:created>
  <dcterms:modified xsi:type="dcterms:W3CDTF">2024-07-05T06:44:00Z</dcterms:modified>
</cp:coreProperties>
</file>